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7078A" w14:textId="4C36E9E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D3CC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D3CC1">
        <w:rPr>
          <w:rFonts w:ascii="Corbel" w:hAnsi="Corbel"/>
          <w:bCs/>
          <w:i/>
        </w:rPr>
        <w:t>23</w:t>
      </w:r>
    </w:p>
    <w:p w14:paraId="0798FD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950DC" w14:textId="5FDE43C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12A3F">
        <w:rPr>
          <w:rFonts w:ascii="Corbel" w:hAnsi="Corbel"/>
          <w:i/>
          <w:smallCaps/>
          <w:sz w:val="24"/>
          <w:szCs w:val="24"/>
        </w:rPr>
        <w:t>2</w:t>
      </w:r>
      <w:r w:rsidR="006215FD">
        <w:rPr>
          <w:rFonts w:ascii="Corbel" w:hAnsi="Corbel"/>
          <w:i/>
          <w:smallCaps/>
          <w:sz w:val="24"/>
          <w:szCs w:val="24"/>
        </w:rPr>
        <w:t>3-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6215FD">
        <w:rPr>
          <w:rFonts w:ascii="Corbel" w:hAnsi="Corbel"/>
          <w:i/>
          <w:smallCaps/>
          <w:sz w:val="24"/>
          <w:szCs w:val="24"/>
        </w:rPr>
        <w:t>5</w:t>
      </w:r>
    </w:p>
    <w:p w14:paraId="7EAFCE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8F28E1" w14:textId="711AFD5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6215FD">
        <w:rPr>
          <w:rFonts w:ascii="Corbel" w:hAnsi="Corbel"/>
          <w:sz w:val="20"/>
          <w:szCs w:val="20"/>
        </w:rPr>
        <w:t>3</w:t>
      </w:r>
      <w:r w:rsidR="000E184B">
        <w:rPr>
          <w:rFonts w:ascii="Corbel" w:hAnsi="Corbel"/>
          <w:sz w:val="20"/>
          <w:szCs w:val="20"/>
        </w:rPr>
        <w:t>/202</w:t>
      </w:r>
      <w:r w:rsidR="006215FD">
        <w:rPr>
          <w:rFonts w:ascii="Corbel" w:hAnsi="Corbel"/>
          <w:sz w:val="20"/>
          <w:szCs w:val="20"/>
        </w:rPr>
        <w:t>4</w:t>
      </w:r>
    </w:p>
    <w:p w14:paraId="44200E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CD28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3DC71" w14:textId="77777777" w:rsidTr="00B819C8">
        <w:tc>
          <w:tcPr>
            <w:tcW w:w="2694" w:type="dxa"/>
            <w:vAlign w:val="center"/>
          </w:tcPr>
          <w:p w14:paraId="058806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75BCAB" w14:textId="77777777"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14:paraId="4528464F" w14:textId="77777777" w:rsidTr="00B819C8">
        <w:tc>
          <w:tcPr>
            <w:tcW w:w="2694" w:type="dxa"/>
            <w:vAlign w:val="center"/>
          </w:tcPr>
          <w:p w14:paraId="7BBC9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FB0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EC4BBCE" w14:textId="77777777" w:rsidTr="00B819C8">
        <w:tc>
          <w:tcPr>
            <w:tcW w:w="2694" w:type="dxa"/>
            <w:vAlign w:val="center"/>
          </w:tcPr>
          <w:p w14:paraId="351E29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1BB391" w14:textId="4237DE3C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CD4C71" w14:textId="77777777" w:rsidTr="00B819C8">
        <w:tc>
          <w:tcPr>
            <w:tcW w:w="2694" w:type="dxa"/>
            <w:vAlign w:val="center"/>
          </w:tcPr>
          <w:p w14:paraId="5C65D0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0B6277" w14:textId="3CD6FAB3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585D215" w14:textId="77777777" w:rsidTr="00B819C8">
        <w:tc>
          <w:tcPr>
            <w:tcW w:w="2694" w:type="dxa"/>
            <w:vAlign w:val="center"/>
          </w:tcPr>
          <w:p w14:paraId="62FA63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3D316" w14:textId="67C84232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303D9208" w14:textId="77777777" w:rsidTr="00B819C8">
        <w:tc>
          <w:tcPr>
            <w:tcW w:w="2694" w:type="dxa"/>
            <w:vAlign w:val="center"/>
          </w:tcPr>
          <w:p w14:paraId="79D90FF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79576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DF2F410" w14:textId="77777777" w:rsidTr="00B819C8">
        <w:tc>
          <w:tcPr>
            <w:tcW w:w="2694" w:type="dxa"/>
            <w:vAlign w:val="center"/>
          </w:tcPr>
          <w:p w14:paraId="4517FF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9B78A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277A1C" w14:textId="77777777" w:rsidTr="00B819C8">
        <w:tc>
          <w:tcPr>
            <w:tcW w:w="2694" w:type="dxa"/>
            <w:vAlign w:val="center"/>
          </w:tcPr>
          <w:p w14:paraId="2C89D5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DE6723" w14:textId="0DFB50D0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3443D2" w14:textId="77777777" w:rsidTr="00B819C8">
        <w:tc>
          <w:tcPr>
            <w:tcW w:w="2694" w:type="dxa"/>
            <w:vAlign w:val="center"/>
          </w:tcPr>
          <w:p w14:paraId="06848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48F2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14:paraId="24248D99" w14:textId="77777777" w:rsidTr="00B819C8">
        <w:tc>
          <w:tcPr>
            <w:tcW w:w="2694" w:type="dxa"/>
            <w:vAlign w:val="center"/>
          </w:tcPr>
          <w:p w14:paraId="711AD7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BC1955" w14:textId="0EBAE562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BDE64AF" w14:textId="77777777" w:rsidTr="00B819C8">
        <w:tc>
          <w:tcPr>
            <w:tcW w:w="2694" w:type="dxa"/>
            <w:vAlign w:val="center"/>
          </w:tcPr>
          <w:p w14:paraId="2958F7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BF04C" w14:textId="1054F692"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EEF8F20" w14:textId="77777777" w:rsidTr="00B819C8">
        <w:tc>
          <w:tcPr>
            <w:tcW w:w="2694" w:type="dxa"/>
            <w:vAlign w:val="center"/>
          </w:tcPr>
          <w:p w14:paraId="0DC95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4FDF5" w14:textId="139C80BB" w:rsidR="0085747A" w:rsidRPr="009C54AE" w:rsidRDefault="00812A3F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C02C04B" w14:textId="77777777" w:rsidTr="00B819C8">
        <w:tc>
          <w:tcPr>
            <w:tcW w:w="2694" w:type="dxa"/>
            <w:vAlign w:val="center"/>
          </w:tcPr>
          <w:p w14:paraId="175280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80849" w14:textId="633BA72D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97ED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6D72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D8DD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AA4A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87C8A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A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32D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8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6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0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A4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A9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A3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33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9C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E6EE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58EF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467C" w14:textId="77777777"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7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2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56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EE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7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7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FD07" w14:textId="747F05A9" w:rsidR="00015B8F" w:rsidRPr="009C54AE" w:rsidRDefault="00812A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0AD94B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E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CD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2C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05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A3D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29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6E7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4CF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18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3E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E2F0D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2A37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AA6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DC48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C7BDE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CC3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F8B10C" w14:textId="2980389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9AD0CC0" w14:textId="7F3C79DB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ECEF1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0433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8500E7" w14:textId="77777777" w:rsidTr="00745302">
        <w:tc>
          <w:tcPr>
            <w:tcW w:w="9670" w:type="dxa"/>
          </w:tcPr>
          <w:p w14:paraId="003DA8E5" w14:textId="5288B77A"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pedagogiki resocjalizacyjnej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 społecznej i diagnostyki resocjalizacyjnej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180821A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BDBB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F7CA4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17D4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4D2E3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14:paraId="50DF3B06" w14:textId="77777777" w:rsidTr="00D70663">
        <w:tc>
          <w:tcPr>
            <w:tcW w:w="851" w:type="dxa"/>
            <w:vAlign w:val="center"/>
          </w:tcPr>
          <w:p w14:paraId="28F30CB0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3A7676" w14:textId="5CC64253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14:paraId="132BFEED" w14:textId="77777777" w:rsidTr="00D70663">
        <w:tc>
          <w:tcPr>
            <w:tcW w:w="851" w:type="dxa"/>
            <w:vAlign w:val="center"/>
          </w:tcPr>
          <w:p w14:paraId="1EE82AD3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BBFABBB" w14:textId="77777777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14:paraId="60DE85DF" w14:textId="77777777" w:rsidTr="00D70663">
        <w:tc>
          <w:tcPr>
            <w:tcW w:w="851" w:type="dxa"/>
            <w:vAlign w:val="center"/>
          </w:tcPr>
          <w:p w14:paraId="19DF8358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EBE981E" w14:textId="7A176545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projektowania adekwatnych i skutecznych programów profilaktycznych i resocjalizacyjnych w oparciu o diagnozę 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resocjalizacyjną.</w:t>
            </w:r>
          </w:p>
        </w:tc>
      </w:tr>
      <w:tr w:rsidR="009938FF" w:rsidRPr="009C54AE" w14:paraId="652749E3" w14:textId="77777777" w:rsidTr="00D70663">
        <w:tc>
          <w:tcPr>
            <w:tcW w:w="851" w:type="dxa"/>
            <w:vAlign w:val="center"/>
          </w:tcPr>
          <w:p w14:paraId="53C2A715" w14:textId="77777777"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D90C01F" w14:textId="77777777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14:paraId="2F4A87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3FBA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DF4E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87659F" w14:textId="77777777" w:rsidTr="0071620A">
        <w:tc>
          <w:tcPr>
            <w:tcW w:w="1701" w:type="dxa"/>
            <w:vAlign w:val="center"/>
          </w:tcPr>
          <w:p w14:paraId="1DC7BE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A4E2C9" w14:textId="77777777"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2DAF1F9" w14:textId="7C07774A"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481AA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14:paraId="3719A714" w14:textId="77777777" w:rsidTr="005E6E85">
        <w:tc>
          <w:tcPr>
            <w:tcW w:w="1701" w:type="dxa"/>
          </w:tcPr>
          <w:p w14:paraId="3E5253A9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7605E7F" w14:textId="1365E0FE"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diagnoza resocjalizacyjna,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resocjalizacyjnych. </w:t>
            </w:r>
          </w:p>
        </w:tc>
        <w:tc>
          <w:tcPr>
            <w:tcW w:w="1873" w:type="dxa"/>
          </w:tcPr>
          <w:p w14:paraId="014F7D01" w14:textId="77777777"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471621C0" w14:textId="02DD519B"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10968E82" w14:textId="77777777" w:rsidTr="005E6E85">
        <w:tc>
          <w:tcPr>
            <w:tcW w:w="1701" w:type="dxa"/>
          </w:tcPr>
          <w:p w14:paraId="6E2B8C6B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B6E321" w14:textId="7A94BEF1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14:paraId="5876926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5E341F03" w14:textId="7F905696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05FE55BD" w14:textId="77777777" w:rsidTr="005E6E85">
        <w:tc>
          <w:tcPr>
            <w:tcW w:w="1701" w:type="dxa"/>
          </w:tcPr>
          <w:p w14:paraId="7AE5D196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A668D1" w14:textId="5CAD878C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23700D92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5410078C" w14:textId="5F56A9EF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14:paraId="03D190D6" w14:textId="77777777" w:rsidTr="0010244D">
        <w:trPr>
          <w:trHeight w:val="375"/>
        </w:trPr>
        <w:tc>
          <w:tcPr>
            <w:tcW w:w="1701" w:type="dxa"/>
          </w:tcPr>
          <w:p w14:paraId="092BD8E7" w14:textId="77777777"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2CD3F5" w14:textId="73E4FED4"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14:paraId="493EB899" w14:textId="77777777"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3CCC4721" w14:textId="1AC226E5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2AC9AFEE" w14:textId="77777777" w:rsidTr="005E6E85">
        <w:tc>
          <w:tcPr>
            <w:tcW w:w="1701" w:type="dxa"/>
          </w:tcPr>
          <w:p w14:paraId="094B5EC2" w14:textId="7D457FCB"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B7EF698" w14:textId="48C8B9E8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i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14:paraId="433A418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14:paraId="40C6EEF3" w14:textId="255AD657"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5634E901" w14:textId="77777777" w:rsidTr="005E6E85">
        <w:tc>
          <w:tcPr>
            <w:tcW w:w="1701" w:type="dxa"/>
          </w:tcPr>
          <w:p w14:paraId="166EF429" w14:textId="552A4919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999934D" w14:textId="18184FC1"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profilaktyczno-resocjalizacyjnych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14:paraId="298A6582" w14:textId="77777777"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53B4B29C" w14:textId="28DD9575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102564AC" w14:textId="77777777" w:rsidTr="005E6E85">
        <w:tc>
          <w:tcPr>
            <w:tcW w:w="1701" w:type="dxa"/>
          </w:tcPr>
          <w:p w14:paraId="46DBBF81" w14:textId="7521A9EB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4E802B" w14:textId="7A10FEAE"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14:paraId="1997D654" w14:textId="77777777"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14:paraId="63F20D0F" w14:textId="77777777"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71060CC9" w14:textId="57BB78C7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14:paraId="0593D276" w14:textId="64F55414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77143" w14:textId="5CB0E3B1" w:rsidR="00AC6667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DAAA" w14:textId="77777777"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DA0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AB2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9D3D9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9DF834" w14:textId="77777777" w:rsidTr="00923D7D">
        <w:tc>
          <w:tcPr>
            <w:tcW w:w="9639" w:type="dxa"/>
          </w:tcPr>
          <w:p w14:paraId="7D4FE8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94CDCF" w14:textId="77777777" w:rsidTr="00923D7D">
        <w:tc>
          <w:tcPr>
            <w:tcW w:w="9639" w:type="dxa"/>
          </w:tcPr>
          <w:p w14:paraId="3047EE7C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1A851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D73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2F8D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8C0FF9" w14:textId="77777777" w:rsidTr="00923D7D">
        <w:tc>
          <w:tcPr>
            <w:tcW w:w="9639" w:type="dxa"/>
          </w:tcPr>
          <w:p w14:paraId="5057635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CF4B7" w14:textId="77777777" w:rsidTr="00923D7D">
        <w:tc>
          <w:tcPr>
            <w:tcW w:w="9639" w:type="dxa"/>
          </w:tcPr>
          <w:p w14:paraId="6F4DA2D7" w14:textId="7FF83946"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 xml:space="preserve">terminologia, cele, zadania działań profilaktycznych </w:t>
            </w:r>
            <w:r w:rsidR="002D6FE3">
              <w:rPr>
                <w:rFonts w:ascii="Corbel" w:hAnsi="Corbel"/>
                <w:sz w:val="24"/>
                <w:szCs w:val="24"/>
              </w:rPr>
              <w:t xml:space="preserve">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i resocjalizacyjnych. </w:t>
            </w:r>
          </w:p>
        </w:tc>
      </w:tr>
      <w:tr w:rsidR="00B15975" w:rsidRPr="009C54AE" w14:paraId="4F47DD17" w14:textId="77777777" w:rsidTr="00923D7D">
        <w:tc>
          <w:tcPr>
            <w:tcW w:w="9639" w:type="dxa"/>
          </w:tcPr>
          <w:p w14:paraId="3EF4C575" w14:textId="153327D3"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zachowań ryzykowanych </w:t>
            </w:r>
            <w:r w:rsidR="00D45760">
              <w:rPr>
                <w:rFonts w:ascii="Corbel" w:hAnsi="Corbel"/>
                <w:sz w:val="24"/>
                <w:szCs w:val="24"/>
              </w:rPr>
              <w:t>dzieci, młodzieży i osób dorosłych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5975" w:rsidRPr="009C54AE" w14:paraId="736084F2" w14:textId="77777777" w:rsidTr="00923D7D">
        <w:tc>
          <w:tcPr>
            <w:tcW w:w="9639" w:type="dxa"/>
          </w:tcPr>
          <w:p w14:paraId="76B0B018" w14:textId="77777777"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14:paraId="213C1DC9" w14:textId="77777777" w:rsidTr="00923D7D">
        <w:tc>
          <w:tcPr>
            <w:tcW w:w="9639" w:type="dxa"/>
          </w:tcPr>
          <w:p w14:paraId="58D93E69" w14:textId="77777777" w:rsidR="0010244D" w:rsidRDefault="0010244D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14:paraId="724D7F1B" w14:textId="77777777" w:rsidTr="00923D7D">
        <w:tc>
          <w:tcPr>
            <w:tcW w:w="9639" w:type="dxa"/>
          </w:tcPr>
          <w:p w14:paraId="1A4F611E" w14:textId="7B4E9F8B" w:rsidR="00B15975" w:rsidRPr="009C54AE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2D6FE3" w:rsidRPr="009C54AE" w14:paraId="36FC0546" w14:textId="77777777" w:rsidTr="00923D7D">
        <w:tc>
          <w:tcPr>
            <w:tcW w:w="9639" w:type="dxa"/>
          </w:tcPr>
          <w:p w14:paraId="283FE9E0" w14:textId="3EE868FA"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14:paraId="03F973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689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84CA22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B515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7C726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3D1C8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7B4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3C9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CF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4941815" w14:textId="77777777" w:rsidTr="00C05F44">
        <w:tc>
          <w:tcPr>
            <w:tcW w:w="1985" w:type="dxa"/>
            <w:vAlign w:val="center"/>
          </w:tcPr>
          <w:p w14:paraId="6EF68B2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45895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B2F31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3EE4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790A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7E80A6" w14:textId="77777777" w:rsidTr="00C05F44">
        <w:tc>
          <w:tcPr>
            <w:tcW w:w="1985" w:type="dxa"/>
          </w:tcPr>
          <w:p w14:paraId="406C99C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54FB7B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4406564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739C4B4" w14:textId="77777777" w:rsidTr="00C05F44">
        <w:tc>
          <w:tcPr>
            <w:tcW w:w="1985" w:type="dxa"/>
          </w:tcPr>
          <w:p w14:paraId="211A3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1E702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8C135C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500AF621" w14:textId="77777777" w:rsidTr="00C05F44">
        <w:tc>
          <w:tcPr>
            <w:tcW w:w="1985" w:type="dxa"/>
          </w:tcPr>
          <w:p w14:paraId="4E3BEEF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4ADE01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0F33C4A0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261F687" w14:textId="77777777" w:rsidTr="00C05F44">
        <w:tc>
          <w:tcPr>
            <w:tcW w:w="1985" w:type="dxa"/>
          </w:tcPr>
          <w:p w14:paraId="4F913F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31B6D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83FCB2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B348B09" w14:textId="77777777" w:rsidTr="00C05F44">
        <w:tc>
          <w:tcPr>
            <w:tcW w:w="1985" w:type="dxa"/>
          </w:tcPr>
          <w:p w14:paraId="633B84F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67DA9A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43A49F9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47D127" w14:textId="77777777" w:rsidTr="00C05F44">
        <w:tc>
          <w:tcPr>
            <w:tcW w:w="1985" w:type="dxa"/>
          </w:tcPr>
          <w:p w14:paraId="49C686E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311877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8465F2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3DEAD13" w14:textId="77777777" w:rsidTr="00C05F44">
        <w:tc>
          <w:tcPr>
            <w:tcW w:w="1985" w:type="dxa"/>
          </w:tcPr>
          <w:p w14:paraId="4E2F8FA5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A69BEA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3FB813DC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B75702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B6B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2C22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DBEEDC" w14:textId="77777777" w:rsidTr="002D6FE3">
        <w:trPr>
          <w:trHeight w:val="609"/>
        </w:trPr>
        <w:tc>
          <w:tcPr>
            <w:tcW w:w="9670" w:type="dxa"/>
          </w:tcPr>
          <w:p w14:paraId="59307699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3342B9BA" w14:textId="77777777" w:rsidR="00B07B33" w:rsidRPr="009C54AE" w:rsidRDefault="00B07B33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0D674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3BD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0FCC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216E" w14:textId="77777777" w:rsidTr="003E1941">
        <w:tc>
          <w:tcPr>
            <w:tcW w:w="4962" w:type="dxa"/>
            <w:vAlign w:val="center"/>
          </w:tcPr>
          <w:p w14:paraId="43333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059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9E0CD" w14:textId="77777777" w:rsidTr="00923D7D">
        <w:tc>
          <w:tcPr>
            <w:tcW w:w="4962" w:type="dxa"/>
          </w:tcPr>
          <w:p w14:paraId="476B308F" w14:textId="71B7CAC8" w:rsidR="0085747A" w:rsidRPr="009C54AE" w:rsidRDefault="00C61DC5" w:rsidP="00AD3C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632AF3E" w14:textId="77777777"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CF895E" w14:textId="77777777" w:rsidTr="00923D7D">
        <w:tc>
          <w:tcPr>
            <w:tcW w:w="4962" w:type="dxa"/>
          </w:tcPr>
          <w:p w14:paraId="0BB1D4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4042EB6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24EB88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AA7AF" w14:textId="21E65263" w:rsidR="00A86535" w:rsidRPr="009C54AE" w:rsidRDefault="00367B7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C304635" w14:textId="77777777" w:rsidTr="00923D7D">
        <w:tc>
          <w:tcPr>
            <w:tcW w:w="4962" w:type="dxa"/>
          </w:tcPr>
          <w:p w14:paraId="04D595BF" w14:textId="286CBB48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14:paraId="0FB079B6" w14:textId="77777777"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2B32204" w14:textId="77777777"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14:paraId="10DE8104" w14:textId="5E0B5A17"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B446316" w14:textId="0F95136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28FD9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0726D0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831CD5D" w14:textId="07E653AB" w:rsidR="00C80861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3083043" w14:textId="5962179C" w:rsidR="00C80861" w:rsidRPr="009C54AE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ED797A2" w14:textId="77777777" w:rsidTr="00923D7D">
        <w:tc>
          <w:tcPr>
            <w:tcW w:w="4962" w:type="dxa"/>
          </w:tcPr>
          <w:p w14:paraId="530222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F3E652" w14:textId="772B9670" w:rsidR="0085747A" w:rsidRPr="009C54AE" w:rsidRDefault="00C80861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E6BC589" w14:textId="77777777" w:rsidTr="00923D7D">
        <w:tc>
          <w:tcPr>
            <w:tcW w:w="4962" w:type="dxa"/>
          </w:tcPr>
          <w:p w14:paraId="7FE0CC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005939" w14:textId="295D79A3" w:rsidR="0085747A" w:rsidRPr="009C54AE" w:rsidRDefault="002D6F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85EC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DEA6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9C5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4109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E96DBE" w14:textId="77777777" w:rsidTr="0071620A">
        <w:trPr>
          <w:trHeight w:val="397"/>
        </w:trPr>
        <w:tc>
          <w:tcPr>
            <w:tcW w:w="3544" w:type="dxa"/>
          </w:tcPr>
          <w:p w14:paraId="130C34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4428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B05B6CA" w14:textId="77777777" w:rsidTr="0071620A">
        <w:trPr>
          <w:trHeight w:val="397"/>
        </w:trPr>
        <w:tc>
          <w:tcPr>
            <w:tcW w:w="3544" w:type="dxa"/>
          </w:tcPr>
          <w:p w14:paraId="6F23E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A3BFE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254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5FD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076F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87C935E" w14:textId="77777777" w:rsidTr="0071620A">
        <w:trPr>
          <w:trHeight w:val="397"/>
        </w:trPr>
        <w:tc>
          <w:tcPr>
            <w:tcW w:w="7513" w:type="dxa"/>
          </w:tcPr>
          <w:p w14:paraId="4358F7E5" w14:textId="77777777" w:rsidR="0085747A" w:rsidRPr="00DB17D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72ADFA9" w14:textId="01DCBC3B"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E62B76A" w14:textId="4CC32776"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75CDC9BB" w14:textId="151E5870"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483386BF" w14:textId="124C5EB9"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52D33D92" w14:textId="0038875D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14:paraId="1DFB5886" w14:textId="5D0D9578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14:paraId="4C29A901" w14:textId="77777777" w:rsidR="00B07B33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 w:rsidR="000235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i zakładach poprawczych i schroniskach dla nieletnich </w:t>
            </w:r>
            <w:r w:rsidR="00DB17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 Śląski,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2018. </w:t>
            </w:r>
          </w:p>
          <w:p w14:paraId="2E5D1E92" w14:textId="77777777" w:rsidR="00F9243B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4E7FD0DD" w14:textId="2B1946B3"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14:paraId="18AB3ABF" w14:textId="77777777" w:rsidTr="0071620A">
        <w:trPr>
          <w:trHeight w:val="397"/>
        </w:trPr>
        <w:tc>
          <w:tcPr>
            <w:tcW w:w="7513" w:type="dxa"/>
          </w:tcPr>
          <w:p w14:paraId="7E2E31E5" w14:textId="77777777"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D3D1999" w14:textId="37E1AD35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3C0BE2B7" w14:textId="0771B0B2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Profilaktyka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14:paraId="2F05620B" w14:textId="47CA14E8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7C8F187C" w14:textId="1DB5B445"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7BF961DD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C4922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97F4BB" w16cid:durableId="26E13EE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EE0B5" w14:textId="77777777" w:rsidR="00C66C47" w:rsidRDefault="00C66C47" w:rsidP="00C16ABF">
      <w:pPr>
        <w:spacing w:after="0" w:line="240" w:lineRule="auto"/>
      </w:pPr>
      <w:r>
        <w:separator/>
      </w:r>
    </w:p>
  </w:endnote>
  <w:endnote w:type="continuationSeparator" w:id="0">
    <w:p w14:paraId="07BC26CC" w14:textId="77777777" w:rsidR="00C66C47" w:rsidRDefault="00C66C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D6D72" w14:textId="77777777" w:rsidR="00C66C47" w:rsidRDefault="00C66C47" w:rsidP="00C16ABF">
      <w:pPr>
        <w:spacing w:after="0" w:line="240" w:lineRule="auto"/>
      </w:pPr>
      <w:r>
        <w:separator/>
      </w:r>
    </w:p>
  </w:footnote>
  <w:footnote w:type="continuationSeparator" w:id="0">
    <w:p w14:paraId="48A77F0B" w14:textId="77777777" w:rsidR="00C66C47" w:rsidRDefault="00C66C47" w:rsidP="00C16ABF">
      <w:pPr>
        <w:spacing w:after="0" w:line="240" w:lineRule="auto"/>
      </w:pPr>
      <w:r>
        <w:continuationSeparator/>
      </w:r>
    </w:p>
  </w:footnote>
  <w:footnote w:id="1">
    <w:p w14:paraId="4B77E2A0" w14:textId="683152C1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465"/>
    <w:rsid w:val="001D0AC1"/>
    <w:rsid w:val="001D657B"/>
    <w:rsid w:val="001D7B54"/>
    <w:rsid w:val="001E0209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5FD"/>
    <w:rsid w:val="00621CE1"/>
    <w:rsid w:val="00627FC9"/>
    <w:rsid w:val="00647FA8"/>
    <w:rsid w:val="00650C5F"/>
    <w:rsid w:val="00654934"/>
    <w:rsid w:val="006620D9"/>
    <w:rsid w:val="00671958"/>
    <w:rsid w:val="00675843"/>
    <w:rsid w:val="00693B06"/>
    <w:rsid w:val="0069647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6E56"/>
    <w:rsid w:val="007F1652"/>
    <w:rsid w:val="007F4155"/>
    <w:rsid w:val="00812A3F"/>
    <w:rsid w:val="0081554D"/>
    <w:rsid w:val="0081707E"/>
    <w:rsid w:val="008445E2"/>
    <w:rsid w:val="008449B3"/>
    <w:rsid w:val="0085747A"/>
    <w:rsid w:val="008655B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3CC1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6C47"/>
    <w:rsid w:val="00C67E92"/>
    <w:rsid w:val="00C70A26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7EBE"/>
  <w15:docId w15:val="{DC44F716-B977-47E1-AF87-AEA19D56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4EF2C-5240-42A7-8A30-A94BD159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125</TotalTime>
  <Pages>5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2019-11-02T19:51:00Z</dcterms:created>
  <dcterms:modified xsi:type="dcterms:W3CDTF">2023-04-20T09:37:00Z</dcterms:modified>
</cp:coreProperties>
</file>